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15" w:rsidRDefault="00496B15"/>
    <w:p w:rsidR="00496B15" w:rsidRDefault="00496B15"/>
    <w:p w:rsidR="00496B15" w:rsidRDefault="00496B15" w:rsidP="00546B0E">
      <w:pPr>
        <w:jc w:val="center"/>
        <w:rPr>
          <w:b/>
          <w:bCs/>
          <w:sz w:val="32"/>
          <w:szCs w:val="32"/>
        </w:rPr>
      </w:pPr>
      <w:r w:rsidRPr="00546B0E">
        <w:rPr>
          <w:b/>
          <w:bCs/>
          <w:sz w:val="32"/>
          <w:szCs w:val="32"/>
        </w:rPr>
        <w:t>OPIS TECHNICZNY</w:t>
      </w:r>
    </w:p>
    <w:p w:rsidR="00496B15" w:rsidRDefault="00496B15" w:rsidP="00546B0E">
      <w:pPr>
        <w:pStyle w:val="ListParagraph"/>
        <w:numPr>
          <w:ilvl w:val="0"/>
          <w:numId w:val="4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PODSTAWA OPRACOWANIA</w:t>
      </w:r>
    </w:p>
    <w:p w:rsidR="00496B15" w:rsidRDefault="00496B15" w:rsidP="00546B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- robocze uzgodnienia z Inwestorem</w:t>
      </w:r>
    </w:p>
    <w:p w:rsidR="00496B15" w:rsidRDefault="00496B15" w:rsidP="00546B0E">
      <w:pPr>
        <w:spacing w:after="0"/>
        <w:rPr>
          <w:sz w:val="28"/>
          <w:szCs w:val="28"/>
        </w:rPr>
      </w:pPr>
    </w:p>
    <w:p w:rsidR="00496B15" w:rsidRDefault="00496B15" w:rsidP="00546B0E">
      <w:pPr>
        <w:pStyle w:val="ListParagraph"/>
        <w:numPr>
          <w:ilvl w:val="0"/>
          <w:numId w:val="4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PRZEZNACZENIE I PROGRAM UŻYTKOWANIA</w:t>
      </w:r>
    </w:p>
    <w:p w:rsidR="00496B15" w:rsidRDefault="00496B15" w:rsidP="00546B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Remont obejmuje remont klatki schodowej ewakuacyjnej ,oraz wymianę rur spustowych wewnętrznych szt. 4</w:t>
      </w:r>
    </w:p>
    <w:p w:rsidR="00496B15" w:rsidRDefault="00496B15" w:rsidP="00546B0E">
      <w:pPr>
        <w:spacing w:after="0"/>
        <w:rPr>
          <w:sz w:val="24"/>
          <w:szCs w:val="24"/>
        </w:rPr>
      </w:pPr>
    </w:p>
    <w:p w:rsidR="00496B15" w:rsidRPr="00546B0E" w:rsidRDefault="00496B15" w:rsidP="00546B0E">
      <w:pPr>
        <w:pStyle w:val="ListParagraph"/>
        <w:numPr>
          <w:ilvl w:val="0"/>
          <w:numId w:val="5"/>
        </w:num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Podstawowe parametry techniczne </w:t>
      </w:r>
    </w:p>
    <w:p w:rsidR="00496B15" w:rsidRDefault="00496B15">
      <w:r w:rsidRPr="001511BB">
        <w:rPr>
          <w:b/>
          <w:bCs/>
          <w:sz w:val="28"/>
          <w:szCs w:val="28"/>
        </w:rPr>
        <w:t xml:space="preserve"> Dom Studencki „ SKRZAT „</w:t>
      </w:r>
      <w:r>
        <w:t xml:space="preserve">  to podpiwniczony  XI kondygnacyjny budynek wykonany w latach 70 – tych w wielkopłytowej konstrukcji W-70 stosowanej przy budowie wielorodzinnej , powtarzalnych budynków mieszkalnych . Budynek wzniesiono na działce o kształcie prostokąta. Jest budynkiem zamieszkania zbiorowego . Przeznaczony jest do indywidualnego zakwaterowania studentów ; nie zamieszkują w nim rodziny z dziećmi .Budynek ma kształt wydłużonego prostokąta o wymiarach 60,4 m x 14,30 m . Komunikacja pionowa  w oparciu o 3 dźwigi osobowe umieszczone w hallu wejściowo-windowym oraz dwie żelbetonowe klatki schodowe , prefabrykowane w tym jedna przy hallu windowym .</w:t>
      </w:r>
    </w:p>
    <w:p w:rsidR="00496B15" w:rsidRDefault="00496B15" w:rsidP="001511BB">
      <w:pPr>
        <w:spacing w:after="0"/>
      </w:pPr>
      <w:r>
        <w:t>Powierzchnia zabudowy    -     858,30 m2</w:t>
      </w:r>
    </w:p>
    <w:p w:rsidR="00496B15" w:rsidRDefault="00496B15" w:rsidP="001511BB">
      <w:pPr>
        <w:spacing w:after="0"/>
      </w:pPr>
      <w:r>
        <w:t>Powierzchnia użytkowa     -  9.444,00 m2</w:t>
      </w:r>
    </w:p>
    <w:p w:rsidR="00496B15" w:rsidRDefault="00496B15" w:rsidP="001511BB">
      <w:pPr>
        <w:spacing w:after="0"/>
      </w:pPr>
      <w:r>
        <w:t>Kubatura  budynku             - 29.520,00 m3</w:t>
      </w:r>
    </w:p>
    <w:p w:rsidR="00496B15" w:rsidRDefault="00496B15"/>
    <w:p w:rsidR="00496B15" w:rsidRDefault="00496B15" w:rsidP="00AD5B8B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934B75">
        <w:rPr>
          <w:b/>
          <w:bCs/>
          <w:sz w:val="32"/>
          <w:szCs w:val="32"/>
        </w:rPr>
        <w:t>Stan istniejący .</w:t>
      </w:r>
    </w:p>
    <w:p w:rsidR="00496B15" w:rsidRPr="00934B75" w:rsidRDefault="00496B15" w:rsidP="0007642D">
      <w:pPr>
        <w:pStyle w:val="ListParagraph"/>
        <w:ind w:left="1080"/>
        <w:rPr>
          <w:b/>
          <w:bCs/>
          <w:sz w:val="32"/>
          <w:szCs w:val="32"/>
        </w:rPr>
      </w:pPr>
    </w:p>
    <w:p w:rsidR="00496B15" w:rsidRDefault="00496B15" w:rsidP="0027509B">
      <w:pPr>
        <w:pStyle w:val="ListParagraph"/>
        <w:numPr>
          <w:ilvl w:val="0"/>
          <w:numId w:val="2"/>
        </w:numPr>
      </w:pPr>
      <w:r>
        <w:t xml:space="preserve"> Klatka schodowa ewakuacyjna  o  wymiarach  2,26 x 4,76  H = 30,00 m – sufity malowane emulsją , ściany do  1,40 lamperia powyżej emulsja ; podesty, spoczniki i biegi schodowe  posadzka lastrykowa .</w:t>
      </w:r>
    </w:p>
    <w:p w:rsidR="00496B15" w:rsidRDefault="00496B15" w:rsidP="008C0DA9">
      <w:pPr>
        <w:pStyle w:val="ListParagraph"/>
        <w:ind w:left="1245"/>
      </w:pPr>
    </w:p>
    <w:p w:rsidR="00496B15" w:rsidRDefault="00496B15" w:rsidP="00AC1817">
      <w:pPr>
        <w:pStyle w:val="ListParagraph"/>
        <w:numPr>
          <w:ilvl w:val="0"/>
          <w:numId w:val="2"/>
        </w:numPr>
      </w:pPr>
      <w:r>
        <w:t xml:space="preserve">Balustrady stalowe prętowe </w:t>
      </w:r>
    </w:p>
    <w:p w:rsidR="00496B15" w:rsidRDefault="00496B15" w:rsidP="001511BB">
      <w:pPr>
        <w:pStyle w:val="ListParagraph"/>
        <w:numPr>
          <w:ilvl w:val="0"/>
          <w:numId w:val="2"/>
        </w:numPr>
      </w:pPr>
      <w:r>
        <w:t>Rury spustowe wewnętrzne żeliwne w pionie fi 100 w poziomie fi 150  szt. 11</w:t>
      </w:r>
    </w:p>
    <w:p w:rsidR="00496B15" w:rsidRDefault="00496B15" w:rsidP="0007642D">
      <w:pPr>
        <w:pStyle w:val="ListParagraph"/>
        <w:ind w:left="1245"/>
      </w:pPr>
    </w:p>
    <w:p w:rsidR="00496B15" w:rsidRDefault="00496B15" w:rsidP="0007642D">
      <w:pPr>
        <w:pStyle w:val="ListParagraph"/>
        <w:ind w:left="1245"/>
      </w:pPr>
    </w:p>
    <w:p w:rsidR="00496B15" w:rsidRDefault="00496B15" w:rsidP="0007642D">
      <w:pPr>
        <w:pStyle w:val="ListParagraph"/>
        <w:ind w:left="1245"/>
      </w:pPr>
    </w:p>
    <w:p w:rsidR="00496B15" w:rsidRDefault="00496B15" w:rsidP="0007642D">
      <w:pPr>
        <w:pStyle w:val="ListParagraph"/>
        <w:ind w:left="1245"/>
      </w:pPr>
    </w:p>
    <w:p w:rsidR="00496B15" w:rsidRDefault="00496B15" w:rsidP="0007642D">
      <w:pPr>
        <w:pStyle w:val="ListParagraph"/>
        <w:ind w:left="1245"/>
      </w:pPr>
    </w:p>
    <w:p w:rsidR="00496B15" w:rsidRDefault="00496B15" w:rsidP="0007642D">
      <w:pPr>
        <w:pStyle w:val="ListParagraph"/>
        <w:ind w:left="1245"/>
      </w:pPr>
    </w:p>
    <w:p w:rsidR="00496B15" w:rsidRDefault="00496B15" w:rsidP="0007642D">
      <w:pPr>
        <w:pStyle w:val="ListParagraph"/>
        <w:ind w:left="1245"/>
      </w:pPr>
    </w:p>
    <w:p w:rsidR="00496B15" w:rsidRPr="00934B75" w:rsidRDefault="00496B15" w:rsidP="0029211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II .</w:t>
      </w:r>
      <w:r w:rsidRPr="00934B75">
        <w:rPr>
          <w:b/>
          <w:bCs/>
          <w:sz w:val="32"/>
          <w:szCs w:val="32"/>
        </w:rPr>
        <w:t xml:space="preserve">     Stan projektowany</w:t>
      </w:r>
    </w:p>
    <w:p w:rsidR="00496B15" w:rsidRPr="00934B75" w:rsidRDefault="00496B15" w:rsidP="00292115">
      <w:pPr>
        <w:pStyle w:val="ListParagraph"/>
        <w:numPr>
          <w:ilvl w:val="0"/>
          <w:numId w:val="3"/>
        </w:numPr>
        <w:rPr>
          <w:b/>
          <w:bCs/>
        </w:rPr>
      </w:pPr>
      <w:r w:rsidRPr="00934B75">
        <w:rPr>
          <w:b/>
          <w:bCs/>
        </w:rPr>
        <w:t xml:space="preserve">Roboty malarskie </w:t>
      </w:r>
    </w:p>
    <w:p w:rsidR="00496B15" w:rsidRDefault="00496B15" w:rsidP="00292115">
      <w:pPr>
        <w:pStyle w:val="ListParagraph"/>
        <w:ind w:left="1290"/>
      </w:pPr>
      <w:r>
        <w:t>Zmycie starej farby i przygotowanie powierzchni poprzez szpachlowanie nierówności , powierzchnie do malowania  zagruntować  . Malowanie farbami ścian i sufitów   - farba emulsyjna  ,  rury ,  – farby olejne  - parapety wewnętrzne  farbami do betonów . Zamiast lamperii na ścianie na wysokości 1,40 m wykonanie tynku mozaikowego .</w:t>
      </w:r>
    </w:p>
    <w:p w:rsidR="00496B15" w:rsidRDefault="00496B15" w:rsidP="00292115">
      <w:pPr>
        <w:pStyle w:val="ListParagraph"/>
        <w:ind w:left="1290"/>
      </w:pPr>
    </w:p>
    <w:p w:rsidR="00496B15" w:rsidRPr="00934B75" w:rsidRDefault="00496B15" w:rsidP="002624A7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Grzejniki</w:t>
      </w:r>
    </w:p>
    <w:p w:rsidR="00496B15" w:rsidRDefault="00496B15" w:rsidP="00FB09A3">
      <w:pPr>
        <w:pStyle w:val="ListParagraph"/>
        <w:ind w:left="1290"/>
      </w:pPr>
      <w:r>
        <w:t>Demontaż wszystkich grzejników wraz z gałązkami . Rury centralnego ogrzewania zaślepione .</w:t>
      </w:r>
    </w:p>
    <w:p w:rsidR="00496B15" w:rsidRPr="00FB09A3" w:rsidRDefault="00496B15" w:rsidP="00FB09A3">
      <w:pPr>
        <w:pStyle w:val="ListParagraph"/>
        <w:ind w:left="1290"/>
      </w:pPr>
    </w:p>
    <w:p w:rsidR="00496B15" w:rsidRPr="00934B75" w:rsidRDefault="00496B15" w:rsidP="00934B75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Posadzki i schody .</w:t>
      </w:r>
    </w:p>
    <w:p w:rsidR="00496B15" w:rsidRDefault="00496B15" w:rsidP="00A53D9C">
      <w:pPr>
        <w:pStyle w:val="ListParagraph"/>
        <w:ind w:left="1245"/>
      </w:pPr>
      <w:r>
        <w:t>Klatka schodowa ewakuacyjna – czyszczenie , polerowanie , impregnowanie lastryka na podestach, spocznikach i biegach schodowych ; w  ościeżach drzwiowych na ich szerokości demontaż płytek korytarza   i montaż nowych płytek ze spadkiem .</w:t>
      </w:r>
    </w:p>
    <w:p w:rsidR="00496B15" w:rsidRDefault="00496B15" w:rsidP="00A53D9C">
      <w:pPr>
        <w:pStyle w:val="ListParagraph"/>
        <w:ind w:left="1245"/>
      </w:pPr>
    </w:p>
    <w:p w:rsidR="00496B15" w:rsidRPr="00934B75" w:rsidRDefault="00496B15" w:rsidP="002624A7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Balustrady </w:t>
      </w:r>
    </w:p>
    <w:p w:rsidR="00496B15" w:rsidRDefault="00496B15" w:rsidP="00745DB0">
      <w:pPr>
        <w:pStyle w:val="ListParagraph"/>
        <w:ind w:left="1290"/>
      </w:pPr>
      <w:r>
        <w:t>Demontaż stalowych balustrad prętowych  wraz ze słupkami ( „sztycami”). Montaż nowych balustrad prętowych  z stali nierdzewnej  na słupkach( nowe „sztyce”); montaż nowych słupków („sztyc”)  przesuniętych względem dotychczasowych wraz z zabudowaniem otworów spocznikowych blachą ryflowaną  ( stal nierdzewna ) gr. blachy 3mm o wymiarach 150x150mm.</w:t>
      </w:r>
    </w:p>
    <w:p w:rsidR="00496B15" w:rsidRDefault="00496B15" w:rsidP="00745DB0">
      <w:pPr>
        <w:pStyle w:val="ListParagraph"/>
        <w:ind w:left="1290"/>
      </w:pPr>
      <w:r>
        <w:t>Materiał  balustrad – stal nierdzewna   ; rysunek balustrad  w załączeniu.</w:t>
      </w:r>
    </w:p>
    <w:p w:rsidR="00496B15" w:rsidRDefault="00496B15" w:rsidP="00A53D9C">
      <w:pPr>
        <w:pStyle w:val="ListParagraph"/>
        <w:ind w:left="1290"/>
      </w:pPr>
    </w:p>
    <w:p w:rsidR="00496B15" w:rsidRDefault="00496B15" w:rsidP="00A53D9C">
      <w:pPr>
        <w:pStyle w:val="ListParagraph"/>
        <w:ind w:left="1290"/>
      </w:pPr>
    </w:p>
    <w:p w:rsidR="00496B15" w:rsidRDefault="00496B15" w:rsidP="00AB5522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>
        <w:rPr>
          <w:b/>
          <w:bCs/>
        </w:rPr>
        <w:t xml:space="preserve">Wymiana  rur spustowych wewnętrznych </w:t>
      </w:r>
    </w:p>
    <w:p w:rsidR="00496B15" w:rsidRDefault="00496B15" w:rsidP="00AB5522">
      <w:pPr>
        <w:spacing w:after="0"/>
        <w:ind w:left="1277"/>
      </w:pPr>
      <w:r w:rsidRPr="00AB5522">
        <w:t xml:space="preserve">Na obiekcie znajduje się 11 rur  spustowych </w:t>
      </w:r>
      <w:r>
        <w:t>. Do wymiany planuje się 4 rury (  4 piony o nr :3,4,7,8 na całej długości  - wysokości budynku )</w:t>
      </w:r>
    </w:p>
    <w:p w:rsidR="00496B15" w:rsidRDefault="00496B15" w:rsidP="00860513">
      <w:pPr>
        <w:spacing w:after="0"/>
        <w:ind w:left="1277"/>
      </w:pPr>
      <w:r>
        <w:t>Po dokonaniu demontażu rur spustowych , montaż nowych rur w tych samych pionach; wykonać zbiornik ze stali nierdzewnej w korycie na dachu połączony rurą nierdzewną długości 1,0 m z nową rurą deszczową fi 110 z PCV . W piwnicy połączenie  jej z rurą fi 150 , która jest łączna z zewnętrzną siecią deszczówki .  Po demontażu i montażu rur deszczowych należy  powrócić  do pierwotnego  terenu . ( chodniki , płytki w piwnicy , karton – gipsy ). Wszystkie łączenia rur  powinny być szczelne  ; przy przejściach rur przez stropy  -odtworzenie uszczelnienia masą w klasie odporności ogniowej EI 120.</w:t>
      </w:r>
      <w:bookmarkStart w:id="0" w:name="_GoBack"/>
      <w:bookmarkEnd w:id="0"/>
    </w:p>
    <w:p w:rsidR="00496B15" w:rsidRPr="00AB5522" w:rsidRDefault="00496B15" w:rsidP="00AB5522">
      <w:pPr>
        <w:spacing w:after="0"/>
        <w:ind w:left="1277"/>
      </w:pPr>
    </w:p>
    <w:p w:rsidR="00496B15" w:rsidRDefault="00496B15" w:rsidP="00074677">
      <w:pPr>
        <w:pStyle w:val="ListParagraph"/>
        <w:ind w:left="1290"/>
      </w:pPr>
    </w:p>
    <w:sectPr w:rsidR="00496B15" w:rsidSect="00A53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252"/>
    <w:multiLevelType w:val="hybridMultilevel"/>
    <w:tmpl w:val="70282432"/>
    <w:lvl w:ilvl="0" w:tplc="FC6C5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F5980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67681B"/>
    <w:multiLevelType w:val="hybridMultilevel"/>
    <w:tmpl w:val="634834D0"/>
    <w:lvl w:ilvl="0" w:tplc="92786DA8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65" w:hanging="360"/>
      </w:pPr>
    </w:lvl>
    <w:lvl w:ilvl="2" w:tplc="0415001B">
      <w:start w:val="1"/>
      <w:numFmt w:val="lowerRoman"/>
      <w:lvlText w:val="%3."/>
      <w:lvlJc w:val="right"/>
      <w:pPr>
        <w:ind w:left="2685" w:hanging="180"/>
      </w:pPr>
    </w:lvl>
    <w:lvl w:ilvl="3" w:tplc="0415000F">
      <w:start w:val="1"/>
      <w:numFmt w:val="decimal"/>
      <w:lvlText w:val="%4."/>
      <w:lvlJc w:val="left"/>
      <w:pPr>
        <w:ind w:left="3405" w:hanging="360"/>
      </w:pPr>
    </w:lvl>
    <w:lvl w:ilvl="4" w:tplc="04150019">
      <w:start w:val="1"/>
      <w:numFmt w:val="lowerLetter"/>
      <w:lvlText w:val="%5."/>
      <w:lvlJc w:val="left"/>
      <w:pPr>
        <w:ind w:left="4125" w:hanging="360"/>
      </w:pPr>
    </w:lvl>
    <w:lvl w:ilvl="5" w:tplc="0415001B">
      <w:start w:val="1"/>
      <w:numFmt w:val="lowerRoman"/>
      <w:lvlText w:val="%6."/>
      <w:lvlJc w:val="right"/>
      <w:pPr>
        <w:ind w:left="4845" w:hanging="180"/>
      </w:pPr>
    </w:lvl>
    <w:lvl w:ilvl="6" w:tplc="0415000F">
      <w:start w:val="1"/>
      <w:numFmt w:val="decimal"/>
      <w:lvlText w:val="%7."/>
      <w:lvlJc w:val="left"/>
      <w:pPr>
        <w:ind w:left="5565" w:hanging="360"/>
      </w:pPr>
    </w:lvl>
    <w:lvl w:ilvl="7" w:tplc="04150019">
      <w:start w:val="1"/>
      <w:numFmt w:val="lowerLetter"/>
      <w:lvlText w:val="%8."/>
      <w:lvlJc w:val="left"/>
      <w:pPr>
        <w:ind w:left="6285" w:hanging="360"/>
      </w:pPr>
    </w:lvl>
    <w:lvl w:ilvl="8" w:tplc="0415001B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4EFE3235"/>
    <w:multiLevelType w:val="hybridMultilevel"/>
    <w:tmpl w:val="A838EED6"/>
    <w:lvl w:ilvl="0" w:tplc="53A8CB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10" w:hanging="360"/>
      </w:pPr>
    </w:lvl>
    <w:lvl w:ilvl="2" w:tplc="0415001B">
      <w:start w:val="1"/>
      <w:numFmt w:val="lowerRoman"/>
      <w:lvlText w:val="%3."/>
      <w:lvlJc w:val="right"/>
      <w:pPr>
        <w:ind w:left="2730" w:hanging="180"/>
      </w:pPr>
    </w:lvl>
    <w:lvl w:ilvl="3" w:tplc="0415000F">
      <w:start w:val="1"/>
      <w:numFmt w:val="decimal"/>
      <w:lvlText w:val="%4."/>
      <w:lvlJc w:val="left"/>
      <w:pPr>
        <w:ind w:left="3450" w:hanging="360"/>
      </w:pPr>
    </w:lvl>
    <w:lvl w:ilvl="4" w:tplc="04150019">
      <w:start w:val="1"/>
      <w:numFmt w:val="lowerLetter"/>
      <w:lvlText w:val="%5."/>
      <w:lvlJc w:val="left"/>
      <w:pPr>
        <w:ind w:left="4170" w:hanging="360"/>
      </w:pPr>
    </w:lvl>
    <w:lvl w:ilvl="5" w:tplc="0415001B">
      <w:start w:val="1"/>
      <w:numFmt w:val="lowerRoman"/>
      <w:lvlText w:val="%6."/>
      <w:lvlJc w:val="right"/>
      <w:pPr>
        <w:ind w:left="4890" w:hanging="180"/>
      </w:pPr>
    </w:lvl>
    <w:lvl w:ilvl="6" w:tplc="0415000F">
      <w:start w:val="1"/>
      <w:numFmt w:val="decimal"/>
      <w:lvlText w:val="%7."/>
      <w:lvlJc w:val="left"/>
      <w:pPr>
        <w:ind w:left="5610" w:hanging="360"/>
      </w:pPr>
    </w:lvl>
    <w:lvl w:ilvl="7" w:tplc="04150019">
      <w:start w:val="1"/>
      <w:numFmt w:val="lowerLetter"/>
      <w:lvlText w:val="%8."/>
      <w:lvlJc w:val="left"/>
      <w:pPr>
        <w:ind w:left="6330" w:hanging="360"/>
      </w:pPr>
    </w:lvl>
    <w:lvl w:ilvl="8" w:tplc="0415001B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5A425420"/>
    <w:multiLevelType w:val="hybridMultilevel"/>
    <w:tmpl w:val="B986BBDC"/>
    <w:lvl w:ilvl="0" w:tplc="6B5AC366">
      <w:start w:val="1"/>
      <w:numFmt w:val="upperLetter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B8B"/>
    <w:rsid w:val="00074677"/>
    <w:rsid w:val="0007642D"/>
    <w:rsid w:val="000B6F3C"/>
    <w:rsid w:val="00136559"/>
    <w:rsid w:val="00146F47"/>
    <w:rsid w:val="001511BB"/>
    <w:rsid w:val="002624A7"/>
    <w:rsid w:val="0027509B"/>
    <w:rsid w:val="00292115"/>
    <w:rsid w:val="002D71ED"/>
    <w:rsid w:val="00377063"/>
    <w:rsid w:val="00412270"/>
    <w:rsid w:val="00496B15"/>
    <w:rsid w:val="004A5753"/>
    <w:rsid w:val="00546B0E"/>
    <w:rsid w:val="005B149A"/>
    <w:rsid w:val="005F31FE"/>
    <w:rsid w:val="00607428"/>
    <w:rsid w:val="00646D3B"/>
    <w:rsid w:val="006F4DA5"/>
    <w:rsid w:val="00745DB0"/>
    <w:rsid w:val="007B1367"/>
    <w:rsid w:val="007D25A2"/>
    <w:rsid w:val="008444C4"/>
    <w:rsid w:val="00860513"/>
    <w:rsid w:val="008C0DA9"/>
    <w:rsid w:val="00911DA7"/>
    <w:rsid w:val="00934B75"/>
    <w:rsid w:val="00A07B15"/>
    <w:rsid w:val="00A47E90"/>
    <w:rsid w:val="00A533C6"/>
    <w:rsid w:val="00A53D9C"/>
    <w:rsid w:val="00AB5522"/>
    <w:rsid w:val="00AC1817"/>
    <w:rsid w:val="00AD5B8B"/>
    <w:rsid w:val="00AF3CC6"/>
    <w:rsid w:val="00B01516"/>
    <w:rsid w:val="00B903FB"/>
    <w:rsid w:val="00BA383F"/>
    <w:rsid w:val="00BD2D96"/>
    <w:rsid w:val="00BD67B8"/>
    <w:rsid w:val="00BF7370"/>
    <w:rsid w:val="00E14CFC"/>
    <w:rsid w:val="00F0536C"/>
    <w:rsid w:val="00F578E4"/>
    <w:rsid w:val="00FB09A3"/>
    <w:rsid w:val="00FB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1E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D5B8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2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474</Words>
  <Characters>2849</Characters>
  <Application>Microsoft Office Outlook</Application>
  <DocSecurity>0</DocSecurity>
  <Lines>0</Lines>
  <Paragraphs>0</Paragraphs>
  <ScaleCrop>false</ScaleCrop>
  <Company>AJD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bwołowicz</dc:creator>
  <cp:keywords/>
  <dc:description/>
  <cp:lastModifiedBy>abojarska</cp:lastModifiedBy>
  <cp:revision>2</cp:revision>
  <cp:lastPrinted>2014-06-17T09:24:00Z</cp:lastPrinted>
  <dcterms:created xsi:type="dcterms:W3CDTF">2014-06-30T12:20:00Z</dcterms:created>
  <dcterms:modified xsi:type="dcterms:W3CDTF">2014-06-30T12:20:00Z</dcterms:modified>
</cp:coreProperties>
</file>